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41E4861B" w:rsidR="00826B7B" w:rsidRPr="006C2343" w:rsidRDefault="0088159B" w:rsidP="006C2343">
      <w:pPr>
        <w:pStyle w:val="Titul2"/>
        <w:rPr>
          <w:highlight w:val="green"/>
        </w:rPr>
      </w:pPr>
      <w:r w:rsidRPr="0088159B">
        <w:rPr>
          <w:rStyle w:val="Nzevakce"/>
          <w:b/>
          <w:szCs w:val="24"/>
        </w:rPr>
        <w:t>Výstavba dispečerského pracoviště OŘ HK</w:t>
      </w: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B52A6A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88159B">
        <w:t>1</w:t>
      </w:r>
      <w:r w:rsidRPr="0088159B">
        <w:t xml:space="preserve">. </w:t>
      </w:r>
      <w:r w:rsidR="009933B5" w:rsidRPr="0088159B">
        <w:t>1</w:t>
      </w:r>
      <w:r w:rsidR="00CD039F" w:rsidRPr="0088159B">
        <w:t>2</w:t>
      </w:r>
      <w:r w:rsidRPr="0088159B">
        <w:t>. 20</w:t>
      </w:r>
      <w:r w:rsidR="00A616BE" w:rsidRPr="0088159B">
        <w:t>2</w:t>
      </w:r>
      <w:r w:rsidR="0088159B" w:rsidRPr="0088159B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63290F0F" w14:textId="771F7612" w:rsidR="00A47D4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9855430" w:history="1">
        <w:r w:rsidR="00A47D41" w:rsidRPr="00A1187E">
          <w:rPr>
            <w:rStyle w:val="Hypertextovodkaz"/>
          </w:rPr>
          <w:t>SEZNAM ZKRATEK</w:t>
        </w:r>
        <w:r w:rsidR="00A47D41">
          <w:rPr>
            <w:noProof/>
            <w:webHidden/>
          </w:rPr>
          <w:tab/>
        </w:r>
        <w:r w:rsidR="00A47D41">
          <w:rPr>
            <w:noProof/>
            <w:webHidden/>
          </w:rPr>
          <w:fldChar w:fldCharType="begin"/>
        </w:r>
        <w:r w:rsidR="00A47D41">
          <w:rPr>
            <w:noProof/>
            <w:webHidden/>
          </w:rPr>
          <w:instrText xml:space="preserve"> PAGEREF _Toc89855430 \h </w:instrText>
        </w:r>
        <w:r w:rsidR="00A47D41">
          <w:rPr>
            <w:noProof/>
            <w:webHidden/>
          </w:rPr>
        </w:r>
        <w:r w:rsidR="00A47D41">
          <w:rPr>
            <w:noProof/>
            <w:webHidden/>
          </w:rPr>
          <w:fldChar w:fldCharType="separate"/>
        </w:r>
        <w:r w:rsidR="00A47D41">
          <w:rPr>
            <w:noProof/>
            <w:webHidden/>
          </w:rPr>
          <w:t>2</w:t>
        </w:r>
        <w:r w:rsidR="00A47D41">
          <w:rPr>
            <w:noProof/>
            <w:webHidden/>
          </w:rPr>
          <w:fldChar w:fldCharType="end"/>
        </w:r>
      </w:hyperlink>
    </w:p>
    <w:p w14:paraId="39339701" w14:textId="41F4A922" w:rsidR="00A47D41" w:rsidRDefault="00A47D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9855431" w:history="1">
        <w:r w:rsidRPr="00A1187E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1187E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_Toc89855431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34D211" w14:textId="6662A99E" w:rsidR="00A47D41" w:rsidRDefault="00A47D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9855432" w:history="1">
        <w:r w:rsidRPr="00A1187E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1187E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_Toc89855432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6B7B58" w14:textId="04F3E94D" w:rsidR="00A47D41" w:rsidRDefault="00A47D4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9855433" w:history="1">
        <w:r w:rsidRPr="00A1187E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1187E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_Toc89855433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67960B" w14:textId="28DCB7F8" w:rsidR="00A47D41" w:rsidRDefault="00A47D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9855434" w:history="1">
        <w:r w:rsidRPr="00A1187E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1187E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_Toc89855434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F3EAE0" w14:textId="39191814" w:rsidR="00A47D41" w:rsidRDefault="00A47D4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9855435" w:history="1">
        <w:r w:rsidRPr="00A1187E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1187E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_Toc89855435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A08901" w14:textId="687171D6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8985543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89855431"/>
      <w:r>
        <w:lastRenderedPageBreak/>
        <w:t xml:space="preserve">POJMY A </w:t>
      </w:r>
      <w:r w:rsidRPr="005E07BA">
        <w:t>DEFINICE</w:t>
      </w:r>
      <w:bookmarkEnd w:id="5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89855432"/>
      <w:r>
        <w:t>Členění ceny Díla</w:t>
      </w:r>
      <w:bookmarkEnd w:id="6"/>
    </w:p>
    <w:p w14:paraId="44EA5950" w14:textId="67C0F5F5" w:rsidR="00BC629C" w:rsidRDefault="002A1540" w:rsidP="005E07BA">
      <w:pPr>
        <w:pStyle w:val="Text2-1"/>
      </w:pPr>
      <w:r w:rsidRPr="00583FF5">
        <w:t>Dílo může být prováděn</w:t>
      </w:r>
      <w:r w:rsidR="00526615">
        <w:t>o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</w:t>
      </w:r>
      <w:r w:rsidR="00526615">
        <w:t xml:space="preserve"> místa plnění/</w:t>
      </w:r>
      <w:r w:rsidR="00583FF5" w:rsidRPr="00583FF5">
        <w:t xml:space="preserve"> úseku tratě.</w:t>
      </w:r>
      <w:r w:rsidRPr="00583FF5">
        <w:t xml:space="preserve"> </w:t>
      </w:r>
    </w:p>
    <w:p w14:paraId="6D7136FD" w14:textId="4510C351" w:rsidR="002A1540" w:rsidRPr="00583FF5" w:rsidRDefault="00BC629C" w:rsidP="005E07BA">
      <w:pPr>
        <w:pStyle w:val="Text2-1"/>
      </w:pPr>
      <w:r w:rsidRPr="0089672D">
        <w:rPr>
          <w:b/>
        </w:rPr>
        <w:t xml:space="preserve">Cena Díla je stanovena jako součet nákladů cen jednotlivých </w:t>
      </w:r>
      <w:r w:rsidR="00526615">
        <w:rPr>
          <w:b/>
        </w:rPr>
        <w:t>provozních, stavebních souborů a všeobecného objektu SO 98-98</w:t>
      </w:r>
      <w:r>
        <w:t>.</w:t>
      </w:r>
      <w:r w:rsidR="0047076E">
        <w:t xml:space="preserve"> </w:t>
      </w:r>
    </w:p>
    <w:p w14:paraId="2B577B74" w14:textId="42997C9A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</w:p>
    <w:p w14:paraId="5627C836" w14:textId="77777777" w:rsidR="00F17F49" w:rsidRDefault="00F17F49" w:rsidP="00F17F49">
      <w:pPr>
        <w:pStyle w:val="Nadpis2-2"/>
      </w:pPr>
      <w:bookmarkStart w:id="7" w:name="_Toc89855433"/>
      <w:r>
        <w:t>Členění ceny stavby</w:t>
      </w:r>
      <w:bookmarkEnd w:id="7"/>
    </w:p>
    <w:p w14:paraId="4F38ACDD" w14:textId="4F38466E" w:rsidR="00F17F49" w:rsidRDefault="00F17F49" w:rsidP="00F17F49">
      <w:pPr>
        <w:pStyle w:val="Text2-1"/>
      </w:pPr>
      <w:r w:rsidRPr="000A64D0">
        <w:t>Pro</w:t>
      </w:r>
      <w:r w:rsidR="0050567E">
        <w:t xml:space="preserve"> celou</w:t>
      </w:r>
      <w:r w:rsidRPr="000A64D0">
        <w:t xml:space="preserve"> stavbu </w:t>
      </w:r>
      <w:r>
        <w:t>se stanoví náklady na:</w:t>
      </w:r>
    </w:p>
    <w:p w14:paraId="2B188C6C" w14:textId="5D58CAC9" w:rsidR="00F17F49" w:rsidRDefault="00F17F49" w:rsidP="00374026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4DDDC149" w:rsidR="0047076E" w:rsidRDefault="00904F2A" w:rsidP="00F17F49">
      <w:pPr>
        <w:pStyle w:val="Text2-1"/>
      </w:pPr>
      <w:r>
        <w:t xml:space="preserve">Náklady na projekční práce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1DCCF740" w:rsidR="00F17F49" w:rsidRPr="000A64D0" w:rsidRDefault="005F475E" w:rsidP="0050567E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50567E" w:rsidRPr="0050567E">
        <w:t xml:space="preserve">PS a </w:t>
      </w:r>
      <w:r w:rsidR="0050567E">
        <w:t>SO 98-98_formular k ocenění</w:t>
      </w:r>
      <w:r w:rsidR="00F17F49">
        <w:t>“</w:t>
      </w:r>
      <w:r w:rsidR="00C455D8">
        <w:t xml:space="preserve">, který je vytvořený pro </w:t>
      </w:r>
      <w:r w:rsidR="0089672D">
        <w:t>stav</w:t>
      </w:r>
      <w:r w:rsidR="002F7330">
        <w:t>b</w:t>
      </w:r>
      <w:r w:rsidR="0089672D">
        <w:t xml:space="preserve">u. </w:t>
      </w:r>
      <w:r w:rsidR="0047076E">
        <w:t xml:space="preserve">Jedná se o </w:t>
      </w:r>
      <w:r w:rsidR="00461493">
        <w:t xml:space="preserve">dva </w:t>
      </w:r>
      <w:r w:rsidR="0089672D">
        <w:t>dokument</w:t>
      </w:r>
      <w:r w:rsidR="00461493">
        <w:t>y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: </w:t>
      </w:r>
    </w:p>
    <w:p w14:paraId="3AAE9A2D" w14:textId="77777777" w:rsidR="00A47D41" w:rsidRDefault="00461493" w:rsidP="00461493">
      <w:pPr>
        <w:pStyle w:val="Text2-2"/>
        <w:numPr>
          <w:ilvl w:val="3"/>
          <w:numId w:val="12"/>
        </w:numPr>
        <w:spacing w:after="40" w:line="240" w:lineRule="auto"/>
      </w:pPr>
      <w:proofErr w:type="spellStart"/>
      <w:r>
        <w:t>pozadavky</w:t>
      </w:r>
      <w:proofErr w:type="spellEnd"/>
      <w:r>
        <w:t>-na-</w:t>
      </w:r>
      <w:proofErr w:type="spellStart"/>
      <w:r>
        <w:t>vykon</w:t>
      </w:r>
      <w:proofErr w:type="spellEnd"/>
      <w:r>
        <w:t>-a-funkci</w:t>
      </w:r>
      <w:r w:rsidRPr="00461493" w:rsidDel="00461493">
        <w:t xml:space="preserve"> </w:t>
      </w:r>
    </w:p>
    <w:p w14:paraId="2CC77CA5" w14:textId="54FAF5A5" w:rsidR="00F17F49" w:rsidRDefault="00461493" w:rsidP="00461493">
      <w:pPr>
        <w:pStyle w:val="Text2-2"/>
        <w:numPr>
          <w:ilvl w:val="3"/>
          <w:numId w:val="12"/>
        </w:numPr>
        <w:spacing w:after="40" w:line="240" w:lineRule="auto"/>
      </w:pPr>
      <w:r w:rsidRPr="00461493">
        <w:t>PS a SO 98-98_formular k</w:t>
      </w:r>
      <w:r>
        <w:t> </w:t>
      </w:r>
      <w:r w:rsidRPr="00461493">
        <w:t>ocenění</w:t>
      </w:r>
      <w:r>
        <w:t xml:space="preserve"> </w:t>
      </w:r>
      <w:r w:rsidRPr="00461493">
        <w:t>obsahující dva listy</w:t>
      </w:r>
    </w:p>
    <w:p w14:paraId="7C0599EF" w14:textId="3C1A75CB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 xml:space="preserve">Dodavatel ocení </w:t>
      </w:r>
      <w:r w:rsidR="00461493">
        <w:t>všechny</w:t>
      </w:r>
      <w:r>
        <w:t xml:space="preserve">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89855434"/>
      <w:r>
        <w:t xml:space="preserve">ZÁKLADNÍ PRAVIDLA PRO </w:t>
      </w:r>
      <w:r w:rsidR="002A1540">
        <w:t>stanovení ceny Díla</w:t>
      </w:r>
      <w:bookmarkEnd w:id="8"/>
    </w:p>
    <w:p w14:paraId="3FD5B6C1" w14:textId="1511E986" w:rsidR="002D362D" w:rsidRDefault="007107C4" w:rsidP="00C56ED3">
      <w:pPr>
        <w:pStyle w:val="Text2-1"/>
      </w:pPr>
      <w:r>
        <w:t xml:space="preserve">Dodavatel ocení v dokumentu Rekapitulace ceny Díla </w:t>
      </w:r>
      <w:r w:rsidR="00A6753E">
        <w:t xml:space="preserve">náklady </w:t>
      </w:r>
      <w:r w:rsidR="002D362D">
        <w:t>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461493">
        <w:t>.</w:t>
      </w:r>
      <w:bookmarkStart w:id="9" w:name="_GoBack"/>
      <w:bookmarkEnd w:id="9"/>
    </w:p>
    <w:p w14:paraId="04D0E109" w14:textId="620CEB3B" w:rsidR="00D92C34" w:rsidRDefault="00D92C34" w:rsidP="00461493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461493" w:rsidRPr="00461493">
        <w:rPr>
          <w:i/>
        </w:rPr>
        <w:t>pozadavky-na-vykon-a-funkci.xlsx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1EA68545" w:rsidR="0047076E" w:rsidRDefault="00F9234A" w:rsidP="00461493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461493" w:rsidRPr="00461493">
        <w:rPr>
          <w:i/>
        </w:rPr>
        <w:t>pozadavky-na-vykon-a-funkci.xlsx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0478F03A" w:rsidR="005E07BA" w:rsidRDefault="005E07BA" w:rsidP="00461493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461493" w:rsidRPr="00461493">
        <w:rPr>
          <w:i/>
        </w:rPr>
        <w:t>PS a SO 98-98_formular k ocenění.xlsm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lastRenderedPageBreak/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lastRenderedPageBreak/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89855435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5AB3230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B9AD3" w14:textId="77777777" w:rsidR="00D47518" w:rsidRDefault="00D47518" w:rsidP="00962258">
      <w:pPr>
        <w:spacing w:after="0" w:line="240" w:lineRule="auto"/>
      </w:pPr>
      <w:r>
        <w:separator/>
      </w:r>
    </w:p>
  </w:endnote>
  <w:endnote w:type="continuationSeparator" w:id="0">
    <w:p w14:paraId="2E8903AC" w14:textId="77777777" w:rsidR="00D47518" w:rsidRDefault="00D475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677C74D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6ED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6E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A826A4C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56ED3" w:rsidRPr="00C56ED3">
            <w:rPr>
              <w:b/>
              <w:bCs/>
              <w:noProof/>
            </w:rPr>
            <w:t>Výstavba</w:t>
          </w:r>
          <w:r w:rsidR="00C56ED3">
            <w:rPr>
              <w:b/>
              <w:noProof/>
            </w:rPr>
            <w:t xml:space="preserve"> dispečerského pracoviště OŘ HK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7F221C96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56ED3" w:rsidRPr="00C56ED3">
            <w:rPr>
              <w:b/>
              <w:bCs/>
              <w:noProof/>
            </w:rPr>
            <w:t>Výstavba</w:t>
          </w:r>
          <w:r w:rsidR="00C56ED3">
            <w:rPr>
              <w:b/>
              <w:noProof/>
            </w:rPr>
            <w:t xml:space="preserve"> dispečerského pracoviště OŘ HK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5AAF47BB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6E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6E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A9397" w14:textId="77777777" w:rsidR="00D47518" w:rsidRDefault="00D47518" w:rsidP="00962258">
      <w:pPr>
        <w:spacing w:after="0" w:line="240" w:lineRule="auto"/>
      </w:pPr>
      <w:r>
        <w:separator/>
      </w:r>
    </w:p>
  </w:footnote>
  <w:footnote w:type="continuationSeparator" w:id="0">
    <w:p w14:paraId="03EF79A4" w14:textId="77777777" w:rsidR="00D47518" w:rsidRDefault="00D475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857D8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4A5E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4026"/>
    <w:rsid w:val="0037545D"/>
    <w:rsid w:val="00386FF1"/>
    <w:rsid w:val="00392EB6"/>
    <w:rsid w:val="003956C6"/>
    <w:rsid w:val="003C33F2"/>
    <w:rsid w:val="003C76F7"/>
    <w:rsid w:val="003D1CB5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1493"/>
    <w:rsid w:val="00464BA9"/>
    <w:rsid w:val="0047076E"/>
    <w:rsid w:val="004732BA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567E"/>
    <w:rsid w:val="0050666E"/>
    <w:rsid w:val="00511AB9"/>
    <w:rsid w:val="00521419"/>
    <w:rsid w:val="005216D2"/>
    <w:rsid w:val="00523BB5"/>
    <w:rsid w:val="00523EA7"/>
    <w:rsid w:val="00526615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159B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974B4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47D41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56ED3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47518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11A877FD-9D20-42C9-B206-3A645472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F239C22-0D96-4F01-B539-31C7443A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4</TotalTime>
  <Pages>5</Pages>
  <Words>1434</Words>
  <Characters>8462</Characters>
  <Application>Microsoft Office Word</Application>
  <DocSecurity>0</DocSecurity>
  <Lines>70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Fišer Zdeněk</cp:lastModifiedBy>
  <cp:revision>4</cp:revision>
  <cp:lastPrinted>2019-03-13T10:28:00Z</cp:lastPrinted>
  <dcterms:created xsi:type="dcterms:W3CDTF">2021-12-08T10:29:00Z</dcterms:created>
  <dcterms:modified xsi:type="dcterms:W3CDTF">2021-12-08T10:34:00Z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